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C5" w:rsidRDefault="007B47C5">
      <w:pPr>
        <w:pStyle w:val="Heading1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 w:rsidR="007B47C5" w:rsidRDefault="007B47C5" w:rsidP="00614E80">
      <w:pPr>
        <w:spacing w:line="360" w:lineRule="auto"/>
        <w:ind w:firstLineChars="20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 w:rsidR="007B47C5" w:rsidRDefault="007B47C5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 w:rsidR="007B47C5" w:rsidRDefault="007B47C5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 w:rsidR="007B47C5" w:rsidRDefault="007B47C5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 w:rsidR="007B47C5" w:rsidRDefault="007B47C5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 w:rsidR="007B47C5" w:rsidRDefault="007B47C5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 w:rsidR="007B47C5" w:rsidRDefault="007B47C5">
      <w:pPr>
        <w:pStyle w:val="ListParagraph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 w:rsidR="007B47C5" w:rsidRDefault="007B47C5">
      <w:pPr>
        <w:rPr>
          <w:sz w:val="28"/>
          <w:szCs w:val="28"/>
        </w:rPr>
      </w:pPr>
    </w:p>
    <w:p w:rsidR="007B47C5" w:rsidRDefault="007B47C5" w:rsidP="00614E80">
      <w:pPr>
        <w:ind w:firstLineChars="20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 w:rsidR="007B47C5" w:rsidRDefault="007B47C5">
      <w:pPr>
        <w:rPr>
          <w:sz w:val="24"/>
          <w:szCs w:val="24"/>
        </w:rPr>
      </w:pPr>
    </w:p>
    <w:p w:rsidR="007B47C5" w:rsidRDefault="007B47C5">
      <w:pPr>
        <w:rPr>
          <w:sz w:val="24"/>
          <w:szCs w:val="24"/>
        </w:rPr>
      </w:pPr>
    </w:p>
    <w:p w:rsidR="007B47C5" w:rsidRDefault="007B47C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项目（课题）名称：</w:t>
      </w:r>
      <w:r>
        <w:rPr>
          <w:b/>
          <w:bCs/>
          <w:sz w:val="28"/>
          <w:szCs w:val="28"/>
        </w:rPr>
        <w:t xml:space="preserve"> </w:t>
      </w:r>
    </w:p>
    <w:p w:rsidR="007B47C5" w:rsidRDefault="007B47C5">
      <w:pPr>
        <w:rPr>
          <w:b/>
          <w:bCs/>
          <w:sz w:val="28"/>
          <w:szCs w:val="28"/>
        </w:rPr>
      </w:pPr>
    </w:p>
    <w:p w:rsidR="007B47C5" w:rsidRDefault="007B47C5" w:rsidP="00614E80">
      <w:pPr>
        <w:pStyle w:val="Heading2"/>
        <w:widowControl/>
        <w:spacing w:before="0" w:beforeAutospacing="0" w:after="0" w:afterAutospacing="0"/>
        <w:jc w:val="both"/>
        <w:rPr>
          <w:kern w:val="2"/>
        </w:rPr>
      </w:pPr>
      <w:r w:rsidRPr="00614E80">
        <w:rPr>
          <w:rFonts w:ascii="Calibri" w:hAnsi="Calibri" w:hint="eastAsia"/>
          <w:bCs/>
          <w:kern w:val="2"/>
          <w:sz w:val="28"/>
          <w:szCs w:val="28"/>
        </w:rPr>
        <w:t>项目类别：</w:t>
      </w:r>
      <w:r>
        <w:rPr>
          <w:kern w:val="2"/>
        </w:rPr>
        <w:t xml:space="preserve"> </w:t>
      </w:r>
    </w:p>
    <w:p w:rsidR="007B47C5" w:rsidRPr="00614E80" w:rsidRDefault="007B47C5" w:rsidP="00614E80"/>
    <w:p w:rsidR="007B47C5" w:rsidRDefault="007B47C5"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项目（课题）负责人签字：</w:t>
      </w:r>
    </w:p>
    <w:p w:rsidR="007B47C5" w:rsidRDefault="007B47C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单位负责人签字：</w:t>
      </w:r>
    </w:p>
    <w:p w:rsidR="007B47C5" w:rsidRDefault="007B47C5"/>
    <w:sectPr w:rsidR="007B47C5" w:rsidSect="00B53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7C5" w:rsidRDefault="007B47C5">
      <w:r>
        <w:separator/>
      </w:r>
    </w:p>
  </w:endnote>
  <w:endnote w:type="continuationSeparator" w:id="1">
    <w:p w:rsidR="007B47C5" w:rsidRDefault="007B4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7C5" w:rsidRDefault="007B47C5">
      <w:r>
        <w:separator/>
      </w:r>
    </w:p>
  </w:footnote>
  <w:footnote w:type="continuationSeparator" w:id="1">
    <w:p w:rsidR="007B47C5" w:rsidRDefault="007B4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91E4B"/>
    <w:multiLevelType w:val="multilevel"/>
    <w:tmpl w:val="37091E4B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B4E"/>
    <w:rsid w:val="00614E80"/>
    <w:rsid w:val="00755AA1"/>
    <w:rsid w:val="007B47C5"/>
    <w:rsid w:val="009C0798"/>
    <w:rsid w:val="00B53B4E"/>
    <w:rsid w:val="500545B0"/>
    <w:rsid w:val="64EF1D26"/>
    <w:rsid w:val="7398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FirstIndent2"/>
    <w:qFormat/>
    <w:rsid w:val="00B53B4E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53B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3B4E"/>
    <w:pPr>
      <w:spacing w:before="100" w:beforeAutospacing="1" w:after="100" w:afterAutospacing="1"/>
      <w:jc w:val="left"/>
      <w:outlineLvl w:val="1"/>
    </w:pPr>
    <w:rPr>
      <w:rFonts w:ascii="宋体" w:hAnsi="宋体"/>
      <w:b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FF7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FF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B53B4E"/>
    <w:pPr>
      <w:spacing w:after="120"/>
      <w:ind w:leftChars="200" w:left="4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7FF7"/>
  </w:style>
  <w:style w:type="paragraph" w:styleId="BodyTextFirstIndent2">
    <w:name w:val="Body Text First Indent 2"/>
    <w:basedOn w:val="BodyTextIndent"/>
    <w:link w:val="BodyTextFirstIndent2Char"/>
    <w:uiPriority w:val="99"/>
    <w:rsid w:val="00B53B4E"/>
    <w:pPr>
      <w:ind w:firstLineChars="200" w:firstLine="4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E7FF7"/>
  </w:style>
  <w:style w:type="paragraph" w:styleId="ListParagraph">
    <w:name w:val="List Paragraph"/>
    <w:basedOn w:val="Normal"/>
    <w:uiPriority w:val="99"/>
    <w:qFormat/>
    <w:rsid w:val="00B53B4E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614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E7FF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14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7F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49</Words>
  <Characters>284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2</cp:revision>
  <dcterms:created xsi:type="dcterms:W3CDTF">2014-10-29T12:08:00Z</dcterms:created>
  <dcterms:modified xsi:type="dcterms:W3CDTF">2021-07-21T09:51:00Z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